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334" w:rsidRPr="00BC1770" w:rsidRDefault="00864334" w:rsidP="00435B16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Как п</w:t>
      </w:r>
      <w:r w:rsidRPr="00BC1770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олучит</w:t>
      </w:r>
      <w:r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>ь</w:t>
      </w:r>
      <w:r w:rsidRPr="00BC1770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дубликат СНИЛС</w:t>
      </w:r>
      <w:r w:rsidRPr="00435B16">
        <w:rPr>
          <w:rFonts w:ascii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не выходя из дома?</w:t>
      </w:r>
    </w:p>
    <w:p w:rsidR="00864334" w:rsidRPr="00BC1770" w:rsidRDefault="00864334" w:rsidP="00BC1770">
      <w:pPr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hyperlink r:id="rId4" w:history="1">
        <w:r w:rsidRPr="00AE347F">
          <w:rPr>
            <w:rFonts w:ascii="Times New Roman" w:hAnsi="Times New Roman" w:cs="Times New Roman"/>
            <w:color w:val="0000FF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storage.inovaco.ru/media/project_smi3_941/cb/c3/09/e0/21/a7/1429719177.j" title="&quot;&quot;" style="width:24pt;height:24pt" o:button="t">
              <v:imagedata r:id="rId5" o:title=""/>
            </v:shape>
          </w:pict>
        </w:r>
      </w:hyperlink>
    </w:p>
    <w:p w:rsidR="00864334" w:rsidRPr="00BC1770" w:rsidRDefault="00864334" w:rsidP="00435B16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BC1770">
        <w:rPr>
          <w:rFonts w:ascii="Times New Roman" w:hAnsi="Times New Roman" w:cs="Times New Roman"/>
          <w:sz w:val="28"/>
          <w:szCs w:val="28"/>
          <w:lang w:eastAsia="ru-RU"/>
        </w:rPr>
        <w:t>Страховой номер индивидуального лицевого счета (СНИЛС) закрепляется за пенсионным счетом гражданина один раз и навсегда и только за ним. Этот номер отображается на свидетельстве обязательного пенсионного страхования – на «зеленой карточке ПФР», которую можно и потерять. Если это случилось, восстановить свидетельство просто.</w:t>
      </w:r>
    </w:p>
    <w:p w:rsidR="00864334" w:rsidRPr="00BC1770" w:rsidRDefault="00864334" w:rsidP="00435B16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BC1770">
        <w:rPr>
          <w:rFonts w:ascii="Times New Roman" w:hAnsi="Times New Roman" w:cs="Times New Roman"/>
          <w:sz w:val="28"/>
          <w:szCs w:val="28"/>
          <w:lang w:eastAsia="ru-RU"/>
        </w:rPr>
        <w:t>В Личном кабинете на сайте Пенсионного фонда России запущен сервис подачи заявления на получение дубликата свидетельства обязательного пенсионного страхования с прежним СНИЛС. Сервис формирует страховое свидетельство с указанием вашего СНИЛС в электронном виде (в формате pdf).</w:t>
      </w:r>
    </w:p>
    <w:p w:rsidR="00864334" w:rsidRPr="00BC1770" w:rsidRDefault="00864334" w:rsidP="00435B16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BC1770">
        <w:rPr>
          <w:rFonts w:ascii="Times New Roman" w:hAnsi="Times New Roman" w:cs="Times New Roman"/>
          <w:sz w:val="28"/>
          <w:szCs w:val="28"/>
          <w:lang w:eastAsia="ru-RU"/>
        </w:rPr>
        <w:t>Для получения дубликата свидетельства в виде привычной «зеленой карточки» нужно обратиться в любую клиентскую службу ПФР или МФЦ.</w:t>
      </w:r>
    </w:p>
    <w:p w:rsidR="00864334" w:rsidRPr="00435B16" w:rsidRDefault="00864334" w:rsidP="00435B16">
      <w:pPr>
        <w:spacing w:before="100" w:beforeAutospacing="1" w:after="100" w:afterAutospacing="1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BC1770">
        <w:rPr>
          <w:rFonts w:ascii="Times New Roman" w:hAnsi="Times New Roman" w:cs="Times New Roman"/>
          <w:sz w:val="28"/>
          <w:szCs w:val="28"/>
          <w:lang w:eastAsia="ru-RU"/>
        </w:rPr>
        <w:t>Напомним, все услуги и сервисы, предоставляемые ПФР в электронном виде, объединены в один портал на сайте Пенсионного фонда – es.pfrf.ru. Чтобы получить услуги ПФР в электронном виде, необходимо иметь подтвержденную учетную запись на портале госуслуг. Ключевые услуги ПФР в электронной форме также можно получить через бесплатное мобильное приложение ПФР, доступное для платформ iOS и Android.</w:t>
      </w:r>
    </w:p>
    <w:p w:rsidR="00864334" w:rsidRPr="00435B16" w:rsidRDefault="00864334" w:rsidP="00BC1770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4334" w:rsidRPr="00BC1770" w:rsidRDefault="00864334" w:rsidP="00BC1770">
      <w:pPr>
        <w:spacing w:before="100" w:beforeAutospacing="1" w:after="100" w:afterAutospacing="1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   Н.С.Юдина</w:t>
      </w:r>
    </w:p>
    <w:sectPr w:rsidR="00864334" w:rsidRPr="00BC1770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770"/>
    <w:rsid w:val="00141B0C"/>
    <w:rsid w:val="003931AE"/>
    <w:rsid w:val="00435B16"/>
    <w:rsid w:val="00864334"/>
    <w:rsid w:val="00A94E89"/>
    <w:rsid w:val="00AE347F"/>
    <w:rsid w:val="00BC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B0C"/>
    <w:pPr>
      <w:spacing w:line="360" w:lineRule="auto"/>
      <w:ind w:firstLine="709"/>
      <w:jc w:val="both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C1770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C177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semiHidden/>
    <w:rsid w:val="00BC17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BC1770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C17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://storage.inovaco.ru/media/project_smi3_941/cb/c3/09/e0/21/a7/1429719177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203</Words>
  <Characters>1163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057YUdinaNS</dc:creator>
  <cp:keywords/>
  <dc:description/>
  <cp:lastModifiedBy>057052-00007</cp:lastModifiedBy>
  <cp:revision>2</cp:revision>
  <cp:lastPrinted>2019-09-11T07:58:00Z</cp:lastPrinted>
  <dcterms:created xsi:type="dcterms:W3CDTF">2019-09-11T07:39:00Z</dcterms:created>
  <dcterms:modified xsi:type="dcterms:W3CDTF">2019-09-11T07:59:00Z</dcterms:modified>
</cp:coreProperties>
</file>